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C06F94" w:rsidRDefault="00C0013E" w:rsidP="00C06F94">
      <w:pPr>
        <w:jc w:val="center"/>
        <w:rPr>
          <w:b/>
          <w:sz w:val="24"/>
          <w:szCs w:val="32"/>
        </w:rPr>
      </w:pPr>
      <w:r w:rsidRPr="00EC03F3">
        <w:rPr>
          <w:b/>
          <w:sz w:val="24"/>
          <w:szCs w:val="32"/>
        </w:rPr>
        <w:t xml:space="preserve"> </w:t>
      </w:r>
      <w:r w:rsidR="00290479" w:rsidRPr="00290479">
        <w:rPr>
          <w:b/>
          <w:sz w:val="24"/>
          <w:szCs w:val="32"/>
        </w:rPr>
        <w:t xml:space="preserve">Remont lokalu mieszkalnego przy ul. </w:t>
      </w:r>
      <w:r w:rsidR="00FE365A">
        <w:rPr>
          <w:b/>
          <w:sz w:val="24"/>
          <w:szCs w:val="32"/>
        </w:rPr>
        <w:t>Wielka Rzeźnicka 13/6</w:t>
      </w:r>
      <w:r w:rsidR="00005890">
        <w:rPr>
          <w:b/>
          <w:sz w:val="24"/>
          <w:szCs w:val="32"/>
        </w:rPr>
        <w:t xml:space="preserve"> </w:t>
      </w:r>
      <w:r w:rsidR="00290479" w:rsidRPr="00290479">
        <w:rPr>
          <w:b/>
          <w:sz w:val="24"/>
          <w:szCs w:val="32"/>
        </w:rPr>
        <w:t>w Śremie</w:t>
      </w:r>
      <w:r w:rsidR="00691C35">
        <w:rPr>
          <w:b/>
          <w:sz w:val="24"/>
          <w:szCs w:val="32"/>
        </w:rPr>
        <w:t>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(R) .......................... zł (słownie..................................................zł)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</w:t>
      </w:r>
      <w:proofErr w:type="spell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..................... % (od R) co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zysk (Z) ...................... % (od R i </w:t>
      </w:r>
      <w:proofErr w:type="spell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co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netto ................... zł (słownie: .......................................................................................... zł), natomiast wraz z </w:t>
      </w:r>
      <w:r w:rsidRPr="00660700">
        <w:rPr>
          <w:b/>
          <w:sz w:val="24"/>
        </w:rPr>
        <w:t>należnym podatkiem VAT w wysokości ......%, wynosi kwotę brutto ..................... zł</w:t>
      </w:r>
      <w:r w:rsidRPr="00660700">
        <w:rPr>
          <w:sz w:val="24"/>
        </w:rPr>
        <w:t xml:space="preserve"> (słownie: ..................................................................................................... zł).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r w:rsidRPr="00660700">
        <w:rPr>
          <w:b/>
          <w:sz w:val="24"/>
        </w:rPr>
        <w:t>oświadczamy, że zamówienie wykonamy w ciągu ……. dni kalendarzowych</w:t>
      </w:r>
      <w:r w:rsidR="00B93943">
        <w:rPr>
          <w:b/>
          <w:sz w:val="24"/>
        </w:rPr>
        <w:t xml:space="preserve"> od dnia podpisania umowy</w:t>
      </w:r>
      <w:r w:rsidR="00FE365A">
        <w:rPr>
          <w:b/>
          <w:sz w:val="24"/>
        </w:rPr>
        <w:t xml:space="preserve"> (minimalny czas realizacji prac to 22 dni robocze)</w:t>
      </w:r>
      <w:r w:rsidR="00B93943">
        <w:rPr>
          <w:b/>
          <w:sz w:val="24"/>
        </w:rPr>
        <w:t>.</w:t>
      </w:r>
    </w:p>
    <w:p w:rsidR="00DD385A" w:rsidRDefault="00DD385A" w:rsidP="00DD385A">
      <w:pPr>
        <w:pStyle w:val="Tekstpodstawowywcity"/>
        <w:ind w:firstLine="0"/>
      </w:pPr>
      <w:bookmarkStart w:id="0" w:name="_GoBack"/>
      <w:bookmarkEnd w:id="0"/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0E5E43">
        <w:rPr>
          <w:sz w:val="24"/>
        </w:rPr>
        <w:t>oświadczamy,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lastRenderedPageBreak/>
        <w:t>oświadczamy,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r w:rsidRPr="00660700">
        <w:rPr>
          <w:sz w:val="24"/>
        </w:rPr>
        <w:t xml:space="preserve">oświadczamy,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t>prosimy o zwrot pieniędzy wniesionych tytułem wadium na konto*:</w:t>
      </w: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27CD9">
      <w:pPr>
        <w:pStyle w:val="Akapitzlist"/>
        <w:spacing w:line="360" w:lineRule="auto"/>
        <w:ind w:left="1440"/>
        <w:jc w:val="both"/>
        <w:rPr>
          <w:i/>
          <w:sz w:val="24"/>
        </w:rPr>
      </w:pPr>
      <w:r w:rsidRPr="00660700">
        <w:rPr>
          <w:i/>
          <w:sz w:val="24"/>
        </w:rPr>
        <w:t>dotyczy tych Wykonawców, którzy wnoszą wadium gotówką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7) 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5"/>
          <w:szCs w:val="25"/>
          <w:vertAlign w:val="superscript"/>
        </w:rPr>
      </w:pPr>
      <w:r>
        <w:rPr>
          <w:sz w:val="25"/>
          <w:szCs w:val="25"/>
        </w:rPr>
        <w:t xml:space="preserve">     8) oświadczamy, że wypełniliśmy obowiązki informacyjne przewidziane w art. 13 lub art. 14 RODO</w:t>
      </w:r>
      <w:r>
        <w:rPr>
          <w:sz w:val="25"/>
          <w:szCs w:val="25"/>
          <w:vertAlign w:val="superscript"/>
        </w:rPr>
        <w:t>1)</w:t>
      </w:r>
      <w:r>
        <w:rPr>
          <w:sz w:val="25"/>
          <w:szCs w:val="25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5"/>
          <w:szCs w:val="25"/>
          <w:vertAlign w:val="superscript"/>
        </w:rPr>
        <w:t>2.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E0348C" w:rsidRDefault="00E0348C" w:rsidP="00E0348C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Pr="00E0348C">
        <w:rPr>
          <w:sz w:val="24"/>
        </w:rPr>
        <w:t>9)</w:t>
      </w:r>
      <w:r w:rsidR="00C43C90" w:rsidRPr="00E0348C">
        <w:rPr>
          <w:sz w:val="24"/>
        </w:rPr>
        <w:t xml:space="preserve">oświadczamy, że zapoznaliśmy się z istotnymi postanowieniami umowy, które zostały </w:t>
      </w:r>
      <w:r>
        <w:rPr>
          <w:sz w:val="24"/>
        </w:rPr>
        <w:t xml:space="preserve">  </w:t>
      </w:r>
      <w:r w:rsidR="00C43C90" w:rsidRPr="00E0348C">
        <w:rPr>
          <w:sz w:val="24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E0348C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lastRenderedPageBreak/>
        <w:t xml:space="preserve">    10</w:t>
      </w:r>
      <w:r w:rsidR="00C43C90">
        <w:rPr>
          <w:sz w:val="24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D97583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21131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342F0-10D7-4A05-9852-B4AFAA1C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3</Pages>
  <Words>457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6</cp:revision>
  <cp:lastPrinted>2001-01-09T17:10:00Z</cp:lastPrinted>
  <dcterms:created xsi:type="dcterms:W3CDTF">2018-05-04T08:35:00Z</dcterms:created>
  <dcterms:modified xsi:type="dcterms:W3CDTF">2019-06-05T11:45:00Z</dcterms:modified>
</cp:coreProperties>
</file>